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934F" w14:textId="77777777" w:rsidR="00FC5CF2" w:rsidRPr="00FC5CF2" w:rsidRDefault="00FC5CF2" w:rsidP="00FC5CF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C5CF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SARS-CoV-2/human/BHR/22020090467_S157_L001/2022, complete genome</w:t>
      </w:r>
    </w:p>
    <w:p w14:paraId="13E0FF31" w14:textId="77777777" w:rsidR="00FC5CF2" w:rsidRPr="00FC5CF2" w:rsidRDefault="00FC5CF2" w:rsidP="00FC5C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t>GenBank: OM843340.1</w:t>
      </w:r>
    </w:p>
    <w:p w14:paraId="39AAA4D6" w14:textId="77777777" w:rsidR="00FC5CF2" w:rsidRPr="00FC5CF2" w:rsidRDefault="00FC5CF2" w:rsidP="00FC5C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"https://www.ncbi.nlm.nih.gov/nuccore/OM843340.1?report=fasta" </w:instrTex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5C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"https://www.ncbi.nlm.nih.gov/nuccore/OM843340.1?report=graph" </w:instrTex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5C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3340.1"/>
    <w:bookmarkEnd w:id="1"/>
    <w:p w14:paraId="62827BC2" w14:textId="77777777" w:rsidR="00FC5CF2" w:rsidRPr="00FC5CF2" w:rsidRDefault="00FC5CF2" w:rsidP="00FC5CF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"https://www.ncbi.nlm.nih.gov/nuccore/OM843340.1" \l "goto2200117556_0" </w:instrTex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C5C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C5C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2D2AF6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LOCUS       OM843340               29848 bp    RNA     linear   VRL 27-FEB-2022</w:t>
      </w:r>
    </w:p>
    <w:p w14:paraId="279FA17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01272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SARS-CoV-2/human/BHR/22020090467_S157_L001/2022, complete genome.</w:t>
      </w:r>
    </w:p>
    <w:p w14:paraId="7148828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ACCESSION   OM843340</w:t>
      </w:r>
    </w:p>
    <w:p w14:paraId="05C429B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VERSION     OM843340.1</w:t>
      </w:r>
    </w:p>
    <w:p w14:paraId="518145F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7670C6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7545B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40AC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E222A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B252B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71AFA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29848)</w:t>
      </w:r>
    </w:p>
    <w:p w14:paraId="00F9EBA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0ED2133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2C385C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93AFA1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(27-FEB-2022) Communicable Disease Laboratory, Public</w:t>
      </w:r>
    </w:p>
    <w:p w14:paraId="36981D7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04AEC0F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3340.1"/>
      <w:bookmarkEnd w:id="2"/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2DD9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5D06F3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EC634B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4E0F24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3340.1"/>
      <w:bookmarkEnd w:id="3"/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BB3E4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1..29848</w:t>
      </w:r>
    </w:p>
    <w:p w14:paraId="1E50CAE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C8531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CC5E1D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E75B44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/isolate="SARS-CoV-2/human/BHR/22020090467_S157_L001/2022"</w:t>
      </w:r>
    </w:p>
    <w:p w14:paraId="549199A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0BF71C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B7DCE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5A20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30AD38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005A86C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"https://www.ncbi.nlm.nih.gov/nuccore/OM843340.1?from=264&amp;to=21544"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264..21544</w:t>
      </w:r>
    </w:p>
    <w:p w14:paraId="2BF0C68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CDAC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"https://www.ncbi.nlm.nih.gov/nuccore/OM843340.1?location=264:13457,13457:21544"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join(264..13457,13457..21544)</w:t>
      </w:r>
    </w:p>
    <w:p w14:paraId="55629D5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3B45F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F8A88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66A7B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E3D4C2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"https://www.ncbi.nlm.nih.gov/protein/2200117557"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ULV15471.1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9E8B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62E3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C7B7F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9E8F3D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E0588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B0F47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9EF5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4DABF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CAE9E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7C7EE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1DA6C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9517D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C02EE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D43C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2B234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YCALASNMMVTNNTFTLKGGAPTKVTFGDDTVIEVQGYKSVNIIFELDERIDKVLNEK</w:t>
      </w:r>
    </w:p>
    <w:p w14:paraId="5CF56E7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9C18A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6BCDA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BDAF4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FAEDD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826AC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46434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90F5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B208A3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63D6C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34100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578D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E3C58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91C963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8BAB5B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D9CD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7B809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A5C2A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CCD47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002B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883BC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369E8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10E50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D272A4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28D2A9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CA81C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863E48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B43667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3BE9F0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2E7811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64F6BD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E95BA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66D8D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3D7695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9F0E0C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8ED338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DD883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3BFBA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D6507A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7E31C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ED8D3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F3908A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A0D40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96DDF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72DCB7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2E4C5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8988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04F6F4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26C247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9BF11C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21A4D3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61056B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DADB3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618535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42680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49DC79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3FD8BE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0ECACF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2B3E18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39E016E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4DB05A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75269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6576FC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367690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135F01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D47759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976411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8AD2F5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6FEA1E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1951D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08D9C3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3AEEB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8973C0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CE6CE7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D8C1AC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2EC12D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59AC3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D4CDA2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859F38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DDFF7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4316B8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6F7ED8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060C7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BE01F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01272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EC481B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3B0897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6977B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C7BA0B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DD1CBE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488FA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5F230D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749880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AF4EE4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166034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199247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B19E44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B57E81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66F81D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7ED4D38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5C37A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774F6EE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D5E4C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59AD7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044FB0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15F192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853DBC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4246DB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492C7D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"https://www.ncbi.nlm.nih.gov/protein/ULV15471.1?from=1&amp;to=180"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7E08AD4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DB0B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A1A15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"https://www.ncbi.nlm.nih.gov/protein/ULV15471.1?from=181&amp;to=818"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5DB680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7692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08BCC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"https://www.ncbi.nlm.nih.gov/protein/ULV15471.1?from=819&amp;to=2763"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4F3E00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8AD5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0DD2D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"https://www.ncbi.nlm.nih.gov/protein/ULV15471.1?from=2764&amp;to=3263"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1F5D86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F6F54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2D219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"https://www.ncbi.nlm.nih.gov/protein/ULV15471.1?from=3264&amp;to=3569"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106EE5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D3C4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DDAD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"https://www.ncbi.nlm.nih.gov/protein/ULV15471.1?from=3570&amp;to=3856"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4B60AA8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A9A7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8596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"https://www.ncbi.nlm.nih.gov/protein/ULV15471.1?from=3857&amp;to=3939"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77D8BA7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57A9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EC97F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"https://www.ncbi.nlm.nih.gov/protein/ULV15471.1?from=3940&amp;to=4137"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208DF5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B7B9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91BC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"https://www.ncbi.nlm.nih.gov/protein/ULV15471.1?from=4138&amp;to=4250"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61F2C63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AC3B2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66750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"https://www.ncbi.nlm.nih.gov/protein/ULV15471.1?from=4251&amp;to=4389"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38A36A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36A0E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C6A3F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"https://www.ncbi.nlm.nih.gov/protein/ULV15471.1?from=4390&amp;to=5321"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join(13431..13457,13457..16225)</w:t>
      </w:r>
    </w:p>
    <w:p w14:paraId="318C240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FD5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9CE985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"https://www.ncbi.nlm.nih.gov/protein/ULV15471.1?from=5322&amp;to=5922"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16226..18028</w:t>
      </w:r>
    </w:p>
    <w:p w14:paraId="65B7717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988A19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AD1DD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"https://www.ncbi.nlm.nih.gov/protein/ULV15471.1?from=5923&amp;to=6449"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18029..19609</w:t>
      </w:r>
    </w:p>
    <w:p w14:paraId="215F7D9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260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181E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"https://www.ncbi.nlm.nih.gov/protein/ULV15471.1?from=6450&amp;to=6795"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19610..20647</w:t>
      </w:r>
    </w:p>
    <w:p w14:paraId="6C4907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90F7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93B70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"https://www.ncbi.nlm.nih.gov/protein/ULV15471.1?from=6796&amp;to=7093"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20648..21541</w:t>
      </w:r>
    </w:p>
    <w:p w14:paraId="03E15D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BDE5C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B2588C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"https://www.ncbi.nlm.nih.gov/nuccore/OM843340.1?from=264&amp;to=13472"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264..13472</w:t>
      </w:r>
    </w:p>
    <w:p w14:paraId="79FDAAE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1A9D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2CB1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BAB47F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"https://www.ncbi.nlm.nih.gov/protein/2200117558"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ULV15472.1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F4EAA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DB08A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E7851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7E8E94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4AC65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A837F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77232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8D03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DDB7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E6DF5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512BBF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C19E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E71E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D8528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7D4D8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YCALASNMMVTNNTFTLKGGAPTKVTFGDDTVIEVQGYKSVNIIFELDERIDKVLNEK</w:t>
      </w:r>
    </w:p>
    <w:p w14:paraId="2A14D49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2C91C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4E2435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3EEAD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C388A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5E4D0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BCED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DE246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CB302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6F28D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7EA5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6A516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26599CD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E22CF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E398D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6AF77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A3C8F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761DC4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4BCE1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72DCA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AB620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DD76D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22437E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282263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600B8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4AF89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345F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D2DEDD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6099B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9A64E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C2C0FE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16C1EB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BE312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15103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C076CA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3E003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400CE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E100F1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92035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3B4668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ACD20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A6007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11DBF8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D499E7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C5148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54A8D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8107B7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B5C5F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1BE820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48FEC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07EA05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4DA23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F8E66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50D0AC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2063035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184811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35930B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FADA7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40F2C3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51F6DD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C62F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B15F2F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415BD9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"https://www.ncbi.nlm.nih.gov/protein/ULV15472.1?from=1&amp;to=180"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311688D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BA0A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9F01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"https://www.ncbi.nlm.nih.gov/protein/ULV15472.1?from=181&amp;to=818"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20E6A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A214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4C812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"https://www.ncbi.nlm.nih.gov/protein/ULV15472.1?from=819&amp;to=2763"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5F04BC5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BB494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F5F3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"https://www.ncbi.nlm.nih.gov/protein/ULV15472.1?from=2764&amp;to=3263"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4092A6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D83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A7FB9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"https://www.ncbi.nlm.nih.gov/protein/ULV15472.1?from=3264&amp;to=3569"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736A8CA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34F4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25BB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"https://www.ncbi.nlm.nih.gov/protein/ULV15472.1?from=3570&amp;to=3856"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679E987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D0B2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8B1371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"https://www.ncbi.nlm.nih.gov/protein/ULV15472.1?from=3857&amp;to=3939"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119B9DD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205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9386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"https://www.ncbi.nlm.nih.gov/protein/ULV15472.1?from=3940&amp;to=4137"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68A4D9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B131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27B62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"https://www.ncbi.nlm.nih.gov/protein/ULV15472.1?from=4138&amp;to=4250"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2C834EA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E4D9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A4692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"https://www.ncbi.nlm.nih.gov/protein/ULV15472.1?from=4251&amp;to=4389"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7C631DA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75DF7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09E66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"https://www.ncbi.nlm.nih.gov/protein/ULV15472.1?from=4390&amp;to=4402"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13431..13469</w:t>
      </w:r>
    </w:p>
    <w:p w14:paraId="70D94D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76FA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5D47B1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"https://www.ncbi.nlm.nih.gov/nuccore/OM843340.1?from=13465&amp;to=13492"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13465..13492</w:t>
      </w:r>
    </w:p>
    <w:p w14:paraId="73831E7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5621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00437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2876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"https://www.ncbi.nlm.nih.gov/nuccore/OM843340.1?from=13477&amp;to=13531"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13477..13531</w:t>
      </w:r>
    </w:p>
    <w:p w14:paraId="775FC99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6692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BD8E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10DFCC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"https://www.ncbi.nlm.nih.gov/nuccore/OM843340.1?from=21552&amp;to=25364"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21552..25364</w:t>
      </w:r>
    </w:p>
    <w:p w14:paraId="40A86BC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3BEF1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"https://www.ncbi.nlm.nih.gov/nuccore/OM843340.1?from=21552&amp;to=25364"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21552..25364</w:t>
      </w:r>
    </w:p>
    <w:p w14:paraId="4E4FFC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96AEB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B971C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D4DD9D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"https://www.ncbi.nlm.nih.gov/protein/2200117559"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ULV15473.1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AB206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607606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409CD1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FGTTLDSKTQSLLIVNNATNVVIKVCEFQFCNDPFLGVYYHKNNKSWMESEFRVYSSA</w:t>
      </w:r>
    </w:p>
    <w:p w14:paraId="670DF9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E31E62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B58407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AEC3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297284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BF051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D76804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6249BC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57A108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6D87A4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9D71BC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C5281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44E737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0B0F32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F6BEA5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A0AE68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F3A87D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37B486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B952CB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4E098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59B9B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"https://www.ncbi.nlm.nih.gov/nuccore/OM843340.1?from=25373&amp;to=26200"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25373..26200</w:t>
      </w:r>
    </w:p>
    <w:p w14:paraId="783758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4B4CB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"https://www.ncbi.nlm.nih.gov/nuccore/OM843340.1?from=25373&amp;to=26200"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25373..26200</w:t>
      </w:r>
    </w:p>
    <w:p w14:paraId="29C9F7A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2E4A9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EF0279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E2AE60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"https://www.ncbi.nlm.nih.gov/protein/2200117560"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ULV15474.1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C77A2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5A5FB5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BA7217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5BC111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AE7D1F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A6E657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"https://www.ncbi.nlm.nih.gov/nuccore/OM843340.1?from=26225&amp;to=26452"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26225..26452</w:t>
      </w:r>
    </w:p>
    <w:p w14:paraId="1838632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41650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"https://www.ncbi.nlm.nih.gov/nuccore/OM843340.1?from=26225&amp;to=26452"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26225..26452</w:t>
      </w:r>
    </w:p>
    <w:p w14:paraId="55CC9E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F9891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E25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BCE02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"https://www.ncbi.nlm.nih.gov/protein/2200117561"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ULV15475.1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EFA0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1DE6C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D0770A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"https://www.ncbi.nlm.nih.gov/nuccore/OM843340.1?from=26503&amp;to=27171"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26503..27171</w:t>
      </w:r>
    </w:p>
    <w:p w14:paraId="7178F1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D30F7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"https://www.ncbi.nlm.nih.gov/nuccore/OM843340.1?from=26503&amp;to=27171"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26503..27171</w:t>
      </w:r>
    </w:p>
    <w:p w14:paraId="0704D72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BE5F8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63F45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6A1AB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"https://www.ncbi.nlm.nih.gov/protein/2200117562"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ULV15476.1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31146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0CE85D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94D618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A422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BD6D8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31074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"https://www.ncbi.nlm.nih.gov/nuccore/OM843340.1?from=27182&amp;to=27367"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27182..27367</w:t>
      </w:r>
    </w:p>
    <w:p w14:paraId="0FF1E89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74DDF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"https://www.ncbi.nlm.nih.gov/nuccore/OM843340.1?from=27182&amp;to=27367"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27182..27367</w:t>
      </w:r>
    </w:p>
    <w:p w14:paraId="7474494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2B64D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822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3F1FA3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ULV15477.1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1877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6B2342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D86AB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"https://www.ncbi.nlm.nih.gov/nuccore/OM843340.1?from=27374&amp;to=27739"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27374..27739</w:t>
      </w:r>
    </w:p>
    <w:p w14:paraId="6264D19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0C8E31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"https://www.ncbi.nlm.nih.gov/nuccore/OM843340.1?from=27374&amp;to=27739"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27374..27739</w:t>
      </w:r>
    </w:p>
    <w:p w14:paraId="45BC0E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7B3F2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532CB2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8A981E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ULV15478.1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E9146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C0373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214031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C855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"https://www.ncbi.nlm.nih.gov/nuccore/OM843340.1?from=27736&amp;to=27867"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27736..27867</w:t>
      </w:r>
    </w:p>
    <w:p w14:paraId="247FA4D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E44E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"https://www.ncbi.nlm.nih.gov/nuccore/OM843340.1?from=27736&amp;to=27867"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27736..27867</w:t>
      </w:r>
    </w:p>
    <w:p w14:paraId="04AE433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556D8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58622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DBA919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"https://www.ncbi.nlm.nih.gov/protein/2200117565"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ULV15479.1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122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3BF8D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"https://www.ncbi.nlm.nih.gov/nuccore/OM843340.1?from=27874&amp;to=28239"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27874..28239</w:t>
      </w:r>
    </w:p>
    <w:p w14:paraId="7BC754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EEB82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"https://www.ncbi.nlm.nih.gov/nuccore/OM843340.1?from=27874&amp;to=28239"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27874..28239</w:t>
      </w:r>
    </w:p>
    <w:p w14:paraId="691A96F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1D63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8F8D2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262BD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"https://www.ncbi.nlm.nih.gov/protein/2200117566"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ULV15480.1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6DA74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4B85C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FBF0D5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F6F24C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"https://www.ncbi.nlm.nih.gov/nuccore/OM843340.1?from=28254&amp;to=29504"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28254..29504</w:t>
      </w:r>
    </w:p>
    <w:p w14:paraId="35E301C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C7B8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"https://www.ncbi.nlm.nih.gov/nuccore/OM843340.1?from=28254&amp;to=29504"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28254..29504</w:t>
      </w:r>
    </w:p>
    <w:p w14:paraId="6906D9C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DDFDE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61CF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C69BE8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"https://www.ncbi.nlm.nih.gov/protein/2200117567"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ULV15481.1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BEF2D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7826D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B76A0B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10005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8E8F05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B57FF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A02499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4CF0B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5F5B3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"https://www.ncbi.nlm.nih.gov/nuccore/OM843340.1?from=29529&amp;to=29645"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29529..29645</w:t>
      </w:r>
    </w:p>
    <w:p w14:paraId="2DEAA4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C7AE9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"https://www.ncbi.nlm.nih.gov/nuccore/OM843340.1?from=29529&amp;to=29645"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29529..29645</w:t>
      </w:r>
    </w:p>
    <w:p w14:paraId="1080967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01835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C988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D8693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"https://www.ncbi.nlm.nih.gov/protein/2200117568"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ULV15482.1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CC0F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568BD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"https://www.ncbi.nlm.nih.gov/nuccore/OM843340.1?from=29580&amp;to=29615"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29580..29615</w:t>
      </w:r>
    </w:p>
    <w:p w14:paraId="2E3063C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7110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999A3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"https://www.ncbi.nlm.nih.gov/nuccore/OM843340.1?from=29600&amp;to=29628"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29600..29628</w:t>
      </w:r>
    </w:p>
    <w:p w14:paraId="563378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AB03B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BA20E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"https://www.ncbi.nlm.nih.gov/nuccore/OM843340.1?from=29699&amp;to=29713" </w:instrTex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C5C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29699..29713</w:t>
      </w:r>
    </w:p>
    <w:p w14:paraId="358E0CB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589F8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90A9A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3340.1"/>
      <w:bookmarkEnd w:id="4"/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taccttccca ggtaacaaac caaccaactt tcgatctctt gtagatctgt</w:t>
      </w:r>
    </w:p>
    <w:p w14:paraId="66E069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4A31EB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781DC8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29ABB3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3B03241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028C8E4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653B004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238760E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1B9CF0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6EBAD1B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100D733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gccataggta cggcgccgat ctaaagtcat ttgacttagg cgacgagctt ggcactgatc</w:t>
      </w:r>
    </w:p>
    <w:p w14:paraId="6F08DA5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41AE317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52ADBD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6E5D64A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0FEA3B4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27F19F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7B71E07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5ABD39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2858ADD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6D117D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5312F4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1928044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2F384AC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1D99258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1741B4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4EB8D0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231837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tcgccattat tttggcatct ttttctgctt ccacaagtgc ttttgtggaa actgtgaaag</w:t>
      </w:r>
    </w:p>
    <w:p w14:paraId="730A97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785CA91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15CFB21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5BF01B5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25566D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7FBAEDE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41457F2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222BB28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016D3AE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5678FF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7AF7D7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110E110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63B1331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200277A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19B57AF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623B37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catctaatat gatggtaaca aacaatacct</w:t>
      </w:r>
    </w:p>
    <w:p w14:paraId="14BF18A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0221777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aatatcattt ttgaacttga tgaaaggatt gataaagtac</w:t>
      </w:r>
    </w:p>
    <w:p w14:paraId="58F0DDE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ttaatgagaa gtgctctgcc tatacagttg aactcggtac agaagtaaat gagttcgcct</w:t>
      </w:r>
    </w:p>
    <w:p w14:paraId="2B7EDB2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3CAAB3B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7BBD956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3319580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6E53B71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1CA3314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3BA5BDC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606DEDA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74431D9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4DD4439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6330CD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623EACD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197ACFB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177E634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66B2D06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74F1580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69CA09B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06E456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00D27BF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25EB6DF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53E609B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3B0EF82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tagtggcact actgaaatgc</w:t>
      </w:r>
    </w:p>
    <w:p w14:paraId="4851A88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tagcgaaagc tttgagaaaa gtgccaacag acaattatat aaccacttac ccgggtcagg</w:t>
      </w:r>
    </w:p>
    <w:p w14:paraId="7FBC53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aaaagtgctt</w:t>
      </w:r>
    </w:p>
    <w:p w14:paraId="76EEC2C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40B47E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6765E5B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4B2A88E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39D3D81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0F14FA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32DD3FD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6CE76A5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04E80EF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5591B3A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51A4E1E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3D7C5B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66CA4BA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79C49D4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06D2B0A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5BD05DF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63B1E8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3B3A2E8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agctgctaac ttttgtgcac</w:t>
      </w:r>
    </w:p>
    <w:p w14:paraId="42175C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15562F7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2668E4B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211B288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29EFB4E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6BFB587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247E55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1DABA1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5C6EF2E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2768AB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75839BE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5501BE5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3EEF26E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77B55BD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0390353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4E568C8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6959A8B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2FAABC5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4407339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gtttaaaaat tacagaagag gttggccaca</w:t>
      </w:r>
    </w:p>
    <w:p w14:paraId="6353CCC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cagatctaat ggctgcttat gtagacaatt ctagtcttac tattaagaaa cctaatgaat</w:t>
      </w:r>
    </w:p>
    <w:p w14:paraId="20E2BCD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tatctagagt attaggtttg aaaacccttg ctactcatgg tttagctgct gttaatagtg</w:t>
      </w:r>
    </w:p>
    <w:p w14:paraId="35743F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tcccttggga tactatagct aattatgcta agccttttct taacaaagtt gttagtacaa</w:t>
      </w:r>
    </w:p>
    <w:p w14:paraId="47AE599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ctactaacat agttacacgg tgtttaaacc gtgtttgtac taattatatg ccttatttct</w:t>
      </w:r>
    </w:p>
    <w:p w14:paraId="06AF310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ttactttatt gctacaattg tgtactttta ctagaagtac aaattctaga attaaagcat</w:t>
      </w:r>
    </w:p>
    <w:p w14:paraId="09F7834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ctatgccgac tactatagca aagaatactg ttaagagtgt cggtaaattt tgtctagagg</w:t>
      </w:r>
    </w:p>
    <w:p w14:paraId="7772F5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cttcatttaa ttatttgaag tcacctaatt tttctaaact gataaatatt ataatttggt</w:t>
      </w:r>
    </w:p>
    <w:p w14:paraId="1035CC9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ttttactatt aagtgtttgc ctaggttctt taatctactc aaccgctgct ttaggtgttt</w:t>
      </w:r>
    </w:p>
    <w:p w14:paraId="7AF7A5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taatgtctaa tttaggcatg ccttcttact gtactggtta cagagaaggc tatttgaact</w:t>
      </w:r>
    </w:p>
    <w:p w14:paraId="099A28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ctactaatgt cactattgca acctactgta ctggttctat accttgtagt gtttgtctta</w:t>
      </w:r>
    </w:p>
    <w:p w14:paraId="7A17FD6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gtggtttaga ttctttagac acctatcctt ctttagaaac tatacaaatt accatttcat</w:t>
      </w:r>
    </w:p>
    <w:p w14:paraId="0561DA0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cttttaaatg ggatttaact gcttttggct tagttgcaga gtggtttttg gcatatattc</w:t>
      </w:r>
    </w:p>
    <w:p w14:paraId="15F5DE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ttttcactag gtttttctat gtacttggat tggctgcaat catgcaattg tttttcagct</w:t>
      </w:r>
    </w:p>
    <w:p w14:paraId="145B9D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attttgcagt acattttatt agtaattctt ggcttatgtg gttaataatt aatcttgtac</w:t>
      </w:r>
    </w:p>
    <w:p w14:paraId="19BB10A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aaatggcccc gatttcagct atggttagaa tgtacatctt ctttgcatca ttttattatg</w:t>
      </w:r>
    </w:p>
    <w:p w14:paraId="387B28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tatggaaaag ttatgtgcat gttgtagacg gttgtaattc atcaacttgt atgatgtgtt</w:t>
      </w:r>
    </w:p>
    <w:p w14:paraId="67C0CE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acaaacgtaa tagagcaaca agagtcgaat gtacaactat tgttaatggt gttagaaggt</w:t>
      </w:r>
    </w:p>
    <w:p w14:paraId="6AB9B0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ccttttatgt ctatgctaat ggaggtaaag gcttttgcaa actacacaat tggaattgtg</w:t>
      </w:r>
    </w:p>
    <w:p w14:paraId="70AE91F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ttaattgtga tacattctgt gctggtagta catttattag tgatgaagtt gcgagagact</w:t>
      </w:r>
    </w:p>
    <w:p w14:paraId="74223F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tgtcactaca gtttaaaaga ccaataaatc ctactgacca gtcttcttac atcgttgata</w:t>
      </w:r>
    </w:p>
    <w:p w14:paraId="60DC36F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gtgttacagt gaagaatggt tccatccatc tttactttga taaagctggt caaaagactt</w:t>
      </w:r>
    </w:p>
    <w:p w14:paraId="7B349B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atgaaagaca ttctctctct cattttgtta acttagacaa cctgagagct aataacacta</w:t>
      </w:r>
    </w:p>
    <w:p w14:paraId="2C4564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Id="7D1F6B5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ctgcaaaatc agcgtctgtt tactacagtc agcttatgtg tcaacctata ctgttactag</w:t>
      </w:r>
    </w:p>
    <w:p w14:paraId="396657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atcaggcatt agtgtctgat gttggtgata gtgcggaagt tgcagttaaa atgtttgatg</w:t>
      </w:r>
    </w:p>
    <w:p w14:paraId="2631004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cttacgttaa tacgttttca tcaactttta acgtaccaat ggaaaaactc aaaacactag</w:t>
      </w:r>
    </w:p>
    <w:p w14:paraId="40E406D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ttgcaactgc agaagctgaa cttgcaaaga atgtgtcctt agacaatgtc ttatctactt</w:t>
      </w:r>
    </w:p>
    <w:p w14:paraId="06E86E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ttatttcagc agctcggcaa gggtttgttg attcagatgt agaaactaaa gatgttgttg</w:t>
      </w:r>
    </w:p>
    <w:p w14:paraId="1DE42E5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aatgtcttaa attgtcacat caatctgaca tagaagttac tggcgatagt tgtaataact</w:t>
      </w:r>
    </w:p>
    <w:p w14:paraId="55D3AE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atatgctcac ctataacaaa gttgaaaaca tgacaccccg tgaccttggt gcttgtattg</w:t>
      </w:r>
    </w:p>
    <w:p w14:paraId="34D59E1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actgtagtgc gcgtcatatt aatgcgcagg tagcaaaaag tcacaacatt gctttgatat</w:t>
      </w:r>
    </w:p>
    <w:p w14:paraId="021EFD4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ggaacgttaa agatttcatg tcattgtctg aacaactacg aaaacaaata cgtagtgctg</w:t>
      </w:r>
    </w:p>
    <w:p w14:paraId="79E7384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ctaaaaagaa taacttacct tttaagttga catgtgcaac tactagacaa gttgttaatg</w:t>
      </w:r>
    </w:p>
    <w:p w14:paraId="3665D6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ttgtaacaac aaagatagca cttaagggtg gtaaaattgt taataattgg ttgaagcagt</w:t>
      </w:r>
    </w:p>
    <w:p w14:paraId="7BE5C8C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taattaaagt tacacttgtg ttcctttttg ttgctgctat tttctattta ataacacctg</w:t>
      </w:r>
    </w:p>
    <w:p w14:paraId="395357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ttcatgtcat gtctaaacat actgactttt caagtgaaat cataggatac aaggctattg</w:t>
      </w:r>
    </w:p>
    <w:p w14:paraId="4D5281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atggtggtgt cactcgtgac atagcatcta cagatacttg ttttgctaac aaacatgctg</w:t>
      </w:r>
    </w:p>
    <w:p w14:paraId="7151582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attttgacac atggtttagc cagcgtggtg gtagttatac taatgacaaa gcttgcccat</w:t>
      </w:r>
    </w:p>
    <w:p w14:paraId="58AF54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tgattgctgc agtcataaca agagaagtgg gttttgtcgt gcctggtttg cctggcacga</w:t>
      </w:r>
    </w:p>
    <w:p w14:paraId="5952B3A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tattacgcac aactaatggt gactttttgc atttcttacc tagagttttt agtgcagttg</w:t>
      </w:r>
    </w:p>
    <w:p w14:paraId="54C2AAB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gtaacatctg ttacacacca tcaaaactta tagagtacac tgactttgca acatcagctt</w:t>
      </w:r>
    </w:p>
    <w:p w14:paraId="4B1D00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gtgttttggc tgctgaatgt acaattttta aagatgcttc tggtaagcca gtaccatatt</w:t>
      </w:r>
    </w:p>
    <w:p w14:paraId="32B3D69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gttatgatac caatgtacta gaaggttctg ttgcttatga aagtttacgc cctgacacac</w:t>
      </w:r>
    </w:p>
    <w:p w14:paraId="383D3C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gttatgtgct catggatggc tctattattc aatttcctaa cacctacctt gaaggttctg</w:t>
      </w:r>
    </w:p>
    <w:p w14:paraId="204E55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ttagagtggt aacaactttt gattctgagt actgtaggca cggcacttgt gaaagatcag</w:t>
      </w:r>
    </w:p>
    <w:p w14:paraId="7835CB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aagctggtgt ttgtgtatct actagtggta gatgggtact taacaatgat tattacagat</w:t>
      </w:r>
    </w:p>
    <w:p w14:paraId="42C286A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ctttaccagg agttttctgt ggtgtagatg ctgtaaattt atttactaat atgtttacac</w:t>
      </w:r>
    </w:p>
    <w:p w14:paraId="3BB5789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cactaattca acctattggt gctttggaca tatcagcatc tatagtagct ggtggtattg</w:t>
      </w:r>
    </w:p>
    <w:p w14:paraId="3BDFCEE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tggctatcgt agtaacatgc cttgcctact attttatgag gtttagaaga gcttttggtg</w:t>
      </w:r>
    </w:p>
    <w:p w14:paraId="14109D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aatacagtca tgtagttgcc tttaatactt tactattcct tatgtcattc attgtactct</w:t>
      </w:r>
    </w:p>
    <w:p w14:paraId="5C724D9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gtttaacacc agtttactca ttcttacctg gtgtttattc tgttatttac ttgtacttga</w:t>
      </w:r>
    </w:p>
    <w:p w14:paraId="2817219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cattttatct tactaatgat gtttcttttt tagcacatat tcagtggatg gttatgttca</w:t>
      </w:r>
    </w:p>
    <w:p w14:paraId="1A6FD31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cacctttagt acctttctgg ataacaattg cttatatcat ttgtatttcc acaaagcatt</w:t>
      </w:r>
    </w:p>
    <w:p w14:paraId="4F01757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tctattggtt ctttagtaat tacctaaaga gacgtgtagt ctttaatggt gtttccttta</w:t>
      </w:r>
    </w:p>
    <w:p w14:paraId="06042FD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gtacttttga agaagctgcg ctgtgcacct ttttgttaaa taaagaaatg tatctaaagt</w:t>
      </w:r>
    </w:p>
    <w:p w14:paraId="69AC549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tgcgtagtga tgtgctatta ccttttacgc aatataatag atacttagct ctttataata</w:t>
      </w:r>
    </w:p>
    <w:p w14:paraId="133657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agtacaagta ttttagtgga gcaatggata caactagcta cagagaagct gcttgttgtc</w:t>
      </w:r>
    </w:p>
    <w:p w14:paraId="26C14B5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atctcgcaaa ggctctcaat gacttcagta actcaggttc tgatgttctt taccaaccac</w:t>
      </w:r>
    </w:p>
    <w:p w14:paraId="607445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cacaaatctc tatcacctca gctgttttgc agagtggttt tagaaaaatg gcattcccat</w:t>
      </w:r>
    </w:p>
    <w:p w14:paraId="6792E4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ctggtaaagt tgagggttgt atggtacaag taacttgtgg tacaactaca cttaacggtc</w:t>
      </w:r>
    </w:p>
    <w:p w14:paraId="0966198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tttggcttga tgacgtagtt tactgtccaa gacatgtgat ctgcacctct gaagatatgc</w:t>
      </w:r>
    </w:p>
    <w:p w14:paraId="2CEEA6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ttaaccctaa ttatgaagat ttactcattc gtaagtctaa tcataatttc ttggtacagg</w:t>
      </w:r>
    </w:p>
    <w:p w14:paraId="5A677E5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ctggtaatgt tcaactcagg gttattggac attctatgca aaattgtgta cttaagctta</w:t>
      </w:r>
    </w:p>
    <w:p w14:paraId="4F67180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aggttgatac agccaatcct aagacaccta agtataagtt tgttcgcatt caaccaggac</w:t>
      </w:r>
    </w:p>
    <w:p w14:paraId="41120D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agactttttc agtgttagct tgttacaatg gttcaccatc tggtgtttac caatgtgcta</w:t>
      </w:r>
    </w:p>
    <w:p w14:paraId="6C91480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tgagacacaa tttcactatt aagggttcat tccttaatgg ttcatgtggt agtgttggtt</w:t>
      </w:r>
    </w:p>
    <w:p w14:paraId="1C8406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ttaacataga ttatgactgt gtctcttttt gttacatgca ccatatggaa ttaccaactg</w:t>
      </w:r>
    </w:p>
    <w:p w14:paraId="0FEB3F6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gagttcatgc tggcacagac ttagaaggta acttttatgg accttttgtt gacaggcaaa</w:t>
      </w:r>
    </w:p>
    <w:p w14:paraId="4EEC4D7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cagcacaagc agctggtacg gacacaacta ttacagttaa tgttttagct tggttgtacg</w:t>
      </w:r>
    </w:p>
    <w:p w14:paraId="5A64185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ctgctgttat aaatggagac aggtggtttc tcaatcgatt taccacaact cttaatgact</w:t>
      </w:r>
    </w:p>
    <w:p w14:paraId="4D07444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ttaaccttgt ggctatgaag tacaattatg aacctctaac acaagaccat gttgacatac</w:t>
      </w:r>
    </w:p>
    <w:p w14:paraId="2AD272B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taggacctct ttctgctcaa actggaattg ccgttttaga tatgtgtgct tcattaaaag</w:t>
      </w:r>
    </w:p>
    <w:p w14:paraId="6687AF0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aattactgca aaatggtatg aatggacgta ccatattggg tagtgcttta ttagaagatg</w:t>
      </w:r>
    </w:p>
    <w:p w14:paraId="7E532DA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aatttacacc ttttgatgtt gttagacaat gctcaggtgt tactttccaa agtgcagtga</w:t>
      </w:r>
    </w:p>
    <w:p w14:paraId="580B7F1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aaagaacaat caagggtaca caccactggt tgttactcac aattttgact tcacttttag</w:t>
      </w:r>
    </w:p>
    <w:p w14:paraId="4C1869C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ttttagtcca gagtactcaa tggtctttgt tctttttttt gtatgaaaat gcctttttac</w:t>
      </w:r>
    </w:p>
    <w:p w14:paraId="5F9DF25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cttttgctat gggtattatt gctatgtctg cttttgcaat gatgtttgtc aaacataagc</w:t>
      </w:r>
    </w:p>
    <w:p w14:paraId="4967F7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atgcatttct ctgtttgttt ttgttacctt ctcttgccac tgtagcttat tttaatatgg</w:t>
      </w:r>
    </w:p>
    <w:p w14:paraId="348F1D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tctatatgcc tgctagttgg gtgatgcgta ttatgacatg gttggatatg gttgatacta</w:t>
      </w:r>
    </w:p>
    <w:p w14:paraId="717076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gtttgaagct aaaagactgt gttatgtatg catcagctgt agtgttacta atccttatga</w:t>
      </w:r>
    </w:p>
    <w:p w14:paraId="027C95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cagcaagaac tgtgtatgat gatggtgcta ggagagtgtg gacacttatg aatgtcttga</w:t>
      </w:r>
    </w:p>
    <w:p w14:paraId="007D88C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cactcgttta taaagtttat tatggtaatg ctttagatca agccatttcc atgtgggctc</w:t>
      </w:r>
    </w:p>
    <w:p w14:paraId="6AF5491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ttataatctc tgttacttct aactactcag gtgtagttac aactgtcatg tttttggcca</w:t>
      </w:r>
    </w:p>
    <w:p w14:paraId="5F02899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gaggtattgt ttttatgtgt gttgagtatt gccctatttt cttcataact ggtaatacac</w:t>
      </w:r>
    </w:p>
    <w:p w14:paraId="7F6525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ttcagtgtat aatgctagtt tattgtttct taggctattt ttgtacttgt tactttggcc</w:t>
      </w:r>
    </w:p>
    <w:p w14:paraId="664FCF1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tcttttgttt actcaaccgc tactttagac tgactcttgg tgtttatgat tacttagttt</w:t>
      </w:r>
    </w:p>
    <w:p w14:paraId="1EC98C5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ctacacagga gtttagatat atgaattcac agggactact cccacccaag aatagcatag</w:t>
      </w:r>
    </w:p>
    <w:p w14:paraId="3519A24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atgccttcaa actcaacatt aaattgttgg gtgttggtgg caaaccttgt atcaaagtag</w:t>
      </w:r>
    </w:p>
    <w:p w14:paraId="33741C6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ccactgtaca gtctaaaatg tcagatgtaa agtgcacatc agtagtctta ctctcagttt</w:t>
      </w:r>
    </w:p>
    <w:p w14:paraId="08721F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tgcaacaact cagagtagaa tcatcatcta aattgtgggc tcaatgtgtc cagttacaca</w:t>
      </w:r>
    </w:p>
    <w:p w14:paraId="1D3F29F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atgacattct cttagctaaa gatactactg aagcctttga aaaaatggtt tcactacttt</w:t>
      </w:r>
    </w:p>
    <w:p w14:paraId="1B3936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ctgttttgct ttccatgcag ggtgctgtag acataaacaa gctttgtgaa gaaatgctgg</w:t>
      </w:r>
    </w:p>
    <w:p w14:paraId="7CE23E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acaacagggc aaccttacaa gctatagcct cagagtttag ttcccttcca tcatatgcag</w:t>
      </w:r>
    </w:p>
    <w:p w14:paraId="0E955E4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cttttgctac tgctcaagaa gcttatgagc aggctgttgc taatggtgat tctgaagttg</w:t>
      </w:r>
    </w:p>
    <w:p w14:paraId="134F4CA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ttcttaaaaa gttgaagaag tctttgaatg tggctaaatc tgaatttgac cgtgatgcag</w:t>
      </w:r>
    </w:p>
    <w:p w14:paraId="643D2BC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ccatgcaacg taagttggaa aagatggctg atcaagctat gacccaaatg tataaacagg</w:t>
      </w:r>
    </w:p>
    <w:p w14:paraId="19C4CA6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ctagatctga ggacaagagg gcaaaagtta ctagtgctat gcagacaatg cttttcacta</w:t>
      </w:r>
    </w:p>
    <w:p w14:paraId="2D95C73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tgcttagaaa gttggataat gatgcactca acaacattat caacaatgca agagatggtt</w:t>
      </w:r>
    </w:p>
    <w:p w14:paraId="6608046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gtgttccctt gaacataata cctcttacaa cagcagccaa actaatggtt gtcataccag</w:t>
      </w:r>
    </w:p>
    <w:p w14:paraId="5C9E06E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actataacac atataaaaat acgtgtgatg gtacaacatt tacttatgca tcagcattgt</w:t>
      </w:r>
    </w:p>
    <w:p w14:paraId="357BFF8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gggaaatcca acaggttgta gatgcagata gtaaaattgt tcaacttagt gaaattagta</w:t>
      </w:r>
    </w:p>
    <w:p w14:paraId="71067A3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tggacaattc acctaattta gcatggcctc ttattgtaac agctttaagg gccaattctg</w:t>
      </w:r>
    </w:p>
    <w:p w14:paraId="208B753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ctgtcaaatt acagaataat gagcttagtc ctgttgcact acgacagatg tcttgtgctg</w:t>
      </w:r>
    </w:p>
    <w:p w14:paraId="211C5B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ccggtactac acaaactgct tgcactgatg acaatgcgtt agcttactac aacacaacaa</w:t>
      </w:r>
    </w:p>
    <w:p w14:paraId="57EA6C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agggaggtag gtttgtactt gcactgttat ccgatttaca ggatttgaaa tgggctagat</w:t>
      </w:r>
    </w:p>
    <w:p w14:paraId="573E656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tccctaagag tgatggaact ggtactattt atacagaact ggaaccacct tgtaggtttg</w:t>
      </w:r>
    </w:p>
    <w:p w14:paraId="0FC561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ttacagacac acctaaaggt cctaaagtga agtatttata ctttattaaa ggattaaaca</w:t>
      </w:r>
    </w:p>
    <w:p w14:paraId="2237B59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acctaaatag aggtatggta cttggtagtt tagctgccac agtacgtcta caagctggta</w:t>
      </w:r>
    </w:p>
    <w:p w14:paraId="4E3D58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atgcaacaga agtgcctgcc aattcaactg tattatcttt ctgtgctttt gctgtagatg</w:t>
      </w:r>
    </w:p>
    <w:p w14:paraId="226B161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ctgctaaagc ttacaaagat tatctagcta gtgggggaca accaatcact aattgtgtta</w:t>
      </w:r>
    </w:p>
    <w:p w14:paraId="013B9F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agatgttgtg tacacacact ggtactggtc aggcaataac agttacaccg gaagccaata</w:t>
      </w:r>
    </w:p>
    <w:p w14:paraId="6769FE4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tggatcaaga atcctttggt ggtgcatcgt gttgtctgta ctgccgttgc cacatagatc</w:t>
      </w:r>
    </w:p>
    <w:p w14:paraId="684CAD6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atccaaatcc taaaggattt tgtgacttaa aaggtaagta tgtacaaata cctacaactt</w:t>
      </w:r>
    </w:p>
    <w:p w14:paraId="60A4416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gtgctaatga ccctgtgggt tttacactta aaaacacagt ctgtaccgtc tgcggtatgt</w:t>
      </w:r>
    </w:p>
    <w:p w14:paraId="186DB3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ggaaaggtta tggctgtagt tgtgatcaac tccgcgaacc catgcttcag tcagctgatg</w:t>
      </w:r>
    </w:p>
    <w:p w14:paraId="4395DAD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cacaatcgtt tttaaacggg tttgcggtgt aagtgcagcc cgtcttacac cgtgcggcac</w:t>
      </w:r>
    </w:p>
    <w:p w14:paraId="66F8466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aggcactagt actgatgtcg tatacagggc ttttgacatc tacaatgata aagtagctgg</w:t>
      </w:r>
    </w:p>
    <w:p w14:paraId="5DB1223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ttttgctaaa ttcctaaaaa ctaattgttg tcgcttccaa gaaaaggacg aagatgacaa</w:t>
      </w:r>
    </w:p>
    <w:p w14:paraId="6F7AD1E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tttaattgat tcttactttg tagttaagag acacactttc tctaactacc aacatgaaga</w:t>
      </w:r>
    </w:p>
    <w:p w14:paraId="55D2712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aacaatttat aatttactta aggattgtcc agctgttgct aaacatgact tctttaagtt</w:t>
      </w:r>
    </w:p>
    <w:p w14:paraId="054C3C9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tagaatagac ggtgacatgg taccacatat atcacgtcaa cgtcttacta aatacacaat</w:t>
      </w:r>
    </w:p>
    <w:p w14:paraId="58BD28A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ggcagacctc gtctatgctt taaggcattt tgatgaaggt aattgtgaca cattaaaaga</w:t>
      </w:r>
    </w:p>
    <w:p w14:paraId="6BCD403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aatacttgtc acatacaatt gttgtgatga tgattatttc aataaaaagg actggtatga</w:t>
      </w:r>
    </w:p>
    <w:p w14:paraId="3C249A7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ttttgtagaa aacccagata tattacgcgt atacgccaac ttaggtgaac gtgtacgcca</w:t>
      </w:r>
    </w:p>
    <w:p w14:paraId="63470BC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agctttgtta aaaacagtac aattctgtga tgccatgcga aatgctggta ttgttggtgt</w:t>
      </w:r>
    </w:p>
    <w:p w14:paraId="379B490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actgacatta gataatcaag atctcaatgg taactggtat gatttcggtg atttcataca</w:t>
      </w:r>
    </w:p>
    <w:p w14:paraId="5B4E524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aaccacgcca ggtagtggag ttcctgttgt agattcttat tattcattgt taatgcctat</w:t>
      </w:r>
    </w:p>
    <w:p w14:paraId="66B891B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attaaccttg accagggctt taactgcaga gtcacatgtt gacactgact taacaaagcc</w:t>
      </w:r>
    </w:p>
    <w:p w14:paraId="51BA09D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ttacattaag tgggatttgt taaaatatga cttcacggaa gagaggttaa aactctttga</w:t>
      </w:r>
    </w:p>
    <w:p w14:paraId="691875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ccgttatttt aaatattggg atcagacata ccacccaaat tgtgttaact gtttggatga</w:t>
      </w:r>
    </w:p>
    <w:p w14:paraId="6A5E3E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cagatgcatt ctgcattgtg caaactttaa tgttttattc tctacagtgt tcccacttac</w:t>
      </w:r>
    </w:p>
    <w:p w14:paraId="3CA1D46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aagttttgga ccactagtga gaaaaatatt tgttgatggt gttccatttg tagtttcaac</w:t>
      </w:r>
    </w:p>
    <w:p w14:paraId="275D80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tggataccac ttcagagagc taggtgttgt acataatcag gatgtaaact tacatagctc</w:t>
      </w:r>
    </w:p>
    <w:p w14:paraId="49250F7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tagacttagt tttaaggaat tacttgtgta tgctgctgac cctgctatgc acgctgcttc</w:t>
      </w:r>
    </w:p>
    <w:p w14:paraId="2DCE89F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tggtaatcta ttactagata aacgcactac gtgcttttca gtagctgcac ttactaacaa</w:t>
      </w:r>
    </w:p>
    <w:p w14:paraId="678FA4B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tgttgctttt caaactgtca aacccggtaa ttttaacaaa gacttctatg actttgctgt</w:t>
      </w:r>
    </w:p>
    <w:p w14:paraId="0CAFE8F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gtctaagggt ttctttaagg aaggaagttc tgttgaatta aaacacttct tctttgctca</w:t>
      </w:r>
    </w:p>
    <w:p w14:paraId="5388FA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ggatggtaat gctgctatca gcgattatga ctactatcgt tataatctac caacaatgtg</w:t>
      </w:r>
    </w:p>
    <w:p w14:paraId="48F88E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tgatatcaga caactactat ttgtagttga agttgttgat aagtactttg attgttacga</w:t>
      </w:r>
    </w:p>
    <w:p w14:paraId="02792B9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tggtggctgt attaatgcta accaagtcat cgtcaacaac ctagacaaat cagctggttt</w:t>
      </w:r>
    </w:p>
    <w:p w14:paraId="7D8A427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tccatttaat aaatggggta aggctagact ttattatgat tcaatgagtt atgaggatca</w:t>
      </w:r>
    </w:p>
    <w:p w14:paraId="3C244CF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agatgcactt ttcgcatata caaaacgtaa tgtcatccct actataactc aaatgaatct</w:t>
      </w:r>
    </w:p>
    <w:p w14:paraId="57AA3F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taagtatgcc attagtgcaa agaatagagc tcgcaccgta gctggtgtct ctatctgtag</w:t>
      </w:r>
    </w:p>
    <w:p w14:paraId="394892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tactatgacc aatagacagt ttcatcaaaa attattgaaa tcaatagccg ccactagagg</w:t>
      </w:r>
    </w:p>
    <w:p w14:paraId="302AF61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agctactgta gtaattggaa caagcaaatt ctatggtggt tggcacaaca tgttaaaaac</w:t>
      </w:r>
    </w:p>
    <w:p w14:paraId="7B2F225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tgtttatagt gatgtagaaa accctcacct tatgggttgg gattatccta aatgtgatag</w:t>
      </w:r>
    </w:p>
    <w:p w14:paraId="5A459C4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agccatgcct aacatgctta gaattatggc ctcacttgtt cttgctcgca aacatacaac</w:t>
      </w:r>
    </w:p>
    <w:p w14:paraId="3B8A2C6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gtgttgtagc ttgtcacacc gtttctatag attagctaat gagtgtgctc aagtattgag</w:t>
      </w:r>
    </w:p>
    <w:p w14:paraId="3ED77ED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tgaaatggtc atgtgtggcg gttcactata tgttaaacca ggtggaacct catcaggaga</w:t>
      </w:r>
    </w:p>
    <w:p w14:paraId="6C29896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tgccacaact gcttatgcta atagtgtttt taacatttgt caagctgtca cggccaatgt</w:t>
      </w:r>
    </w:p>
    <w:p w14:paraId="1089B81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taatgcactt ttatctactg atggtaacaa aattgccgat aagtatgtcc gcaatttaca</w:t>
      </w:r>
    </w:p>
    <w:p w14:paraId="0E69469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acacagactt tatgagtgtc tctatagaaa tagagatgtt gacacagact ttgtgaatga</w:t>
      </w:r>
    </w:p>
    <w:p w14:paraId="77C6EE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gttttacgca tatttgcgta aacatttctc aatgatgata ctttctgacg atgctgttgt</w:t>
      </w:r>
    </w:p>
    <w:p w14:paraId="25BB225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gtgtttcaat agcacttatg catctcaagg tctagtggct agcataaaga actttaagtc</w:t>
      </w:r>
    </w:p>
    <w:p w14:paraId="172152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agttctttat tatcaaaaca atgtttttat gtctgaagca aaatgttgga ctgagactga</w:t>
      </w:r>
    </w:p>
    <w:p w14:paraId="7469AB9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ccttactaaa ggacctcatg aattttgctc tcaacataca atgctagtta aacagggtga</w:t>
      </w:r>
    </w:p>
    <w:p w14:paraId="14E99A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tgattatgtg taccttcctt acccagatcc atcaagaatc ctaggggccg gctgttttgt</w:t>
      </w:r>
    </w:p>
    <w:p w14:paraId="60DAD81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agatgatatc gtaaaaacag atggtacact tatgattgaa cggttcgtgt ctttagctat</w:t>
      </w:r>
    </w:p>
    <w:p w14:paraId="46A074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agatgcttac ccacttacta aacatcctaa tcaggagtat gctgatgtct ttcatttgta</w:t>
      </w:r>
    </w:p>
    <w:p w14:paraId="14A9AD0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cttacaatac ataagaaagc tacatgatga gttaacagga cacatgttag acatgtattc</w:t>
      </w:r>
    </w:p>
    <w:p w14:paraId="4C60A4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tgttatgctt actaatgata acacttcaag gtattgggaa cctgagtttt atgaggctat</w:t>
      </w:r>
    </w:p>
    <w:p w14:paraId="3285B97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gtacacaccg catacagtct tacaggctgt tggggcttgt gttctttgca attcacagac</w:t>
      </w:r>
    </w:p>
    <w:p w14:paraId="4F27FF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ttcattaaga tgtggtgctt gcatacgtag accattctta tgttgtaaat gctgttacga</w:t>
      </w:r>
    </w:p>
    <w:p w14:paraId="4C6F038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ccatgtcata tcaacatcac ataaattagt cttgtctgtt aatccgtatg tttgcaatgc</w:t>
      </w:r>
    </w:p>
    <w:p w14:paraId="59E86D4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tccaggttgt gatgtcacag atgtgactca actttactta ggaggtatga gctattattg</w:t>
      </w:r>
    </w:p>
    <w:p w14:paraId="44B4041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taaatcacat aaaccaccca ttagttttcc attgtgtgct aatggacaag tttttggttt</w:t>
      </w:r>
    </w:p>
    <w:p w14:paraId="490DF0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atataaaaat acatgtgttg gtagcgataa tgttactgac tttaatgcaa ttgcaacatg</w:t>
      </w:r>
    </w:p>
    <w:p w14:paraId="36CB5C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tgactggaca aatgctggtg attacatttt agctaacacc tgtactgaaa gactcaagct</w:t>
      </w:r>
    </w:p>
    <w:p w14:paraId="32AF55D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ttttgcagca gaaacgctca aagctactga ggagacattt aaactgtctt atggtattgc</w:t>
      </w:r>
    </w:p>
    <w:p w14:paraId="0B7C7E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tactgtacgt gaagtgctgt ctgacagaga attacatctt tcatgggaag ttggtaaacc</w:t>
      </w:r>
    </w:p>
    <w:p w14:paraId="421F47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tagaccacca cttaaccgaa attatgtctt tactggttat cgtgtaacta aaaacagtaa</w:t>
      </w:r>
    </w:p>
    <w:p w14:paraId="4511A82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agtacaaata ggagagtaca cctttgaaaa aggtgactat ggtgatgctg ttgtttaccg</w:t>
      </w:r>
    </w:p>
    <w:p w14:paraId="516C107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aggtacaaca acttacaaat taaatgttgg tgattatttt gtgctgacat cacatacagt</w:t>
      </w:r>
    </w:p>
    <w:p w14:paraId="39BFB51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aatgccatta agtgcaccta cactagtgcc acaagagcac tatgttagaa ttactggctt</w:t>
      </w:r>
    </w:p>
    <w:p w14:paraId="0A9203E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atacccaaca ctcaatatct cagatgagtt ttctagcaat gttgcaaatt atcaaaaggt</w:t>
      </w:r>
    </w:p>
    <w:p w14:paraId="1EAB72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tggtatgcaa aagtattcta cactccaggg accacctggt actggtaaga gtcattttgc</w:t>
      </w:r>
    </w:p>
    <w:p w14:paraId="325F244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tattggccta gctctctact acccttctgc tcgcatagtg tatacagctt gctctcatgc</w:t>
      </w:r>
    </w:p>
    <w:p w14:paraId="07002F9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cgctgttgat gcactatgtg agaaggcatt aaaatatttg cctatagata aatgtagtag</w:t>
      </w:r>
    </w:p>
    <w:p w14:paraId="2D2E34E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aattatacct gcacgtgctc gtgtagagtg ttttgataaa ttcaaagtga attcaacatt</w:t>
      </w:r>
    </w:p>
    <w:p w14:paraId="60B0709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agaacagtat gtcttttgta ctgtaaatgc attgcctgag acgacagcag atatagttgt</w:t>
      </w:r>
    </w:p>
    <w:p w14:paraId="6BDC0F3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ctttgatgaa atttcaatgg ccacaaatta tgatttgagt gttgtcaatg ccagattatg</w:t>
      </w:r>
    </w:p>
    <w:p w14:paraId="743FCFC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tgctaagcac tatgtgtaca ttggcgaccc tgctcaatta cctgcaccac gcacattgct</w:t>
      </w:r>
    </w:p>
    <w:p w14:paraId="4F13AED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aactaagggc acactagaac cagaatattt caattcagtg tgtagactta tgaaaactat</w:t>
      </w:r>
    </w:p>
    <w:p w14:paraId="4127069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aggtccagac atgttcctcg gaacttgtcg gcgttgtcct gctgaaattg ttgacactgt</w:t>
      </w:r>
    </w:p>
    <w:p w14:paraId="1135515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gagtgctttg gtttatgata ataagcttaa agcacataaa gacaaatcag ctcaatgctt</w:t>
      </w:r>
    </w:p>
    <w:p w14:paraId="457F033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taaaatgttt tataagggtg ttatcacgca tgatgtttca tctgcaatta acaggccaca</w:t>
      </w:r>
    </w:p>
    <w:p w14:paraId="34AB828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aataggcgtg gtaagagaat tccttacacg taaccctgct tggagaaaag ctgtctttat</w:t>
      </w:r>
    </w:p>
    <w:p w14:paraId="32BACF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ttcaccttat aattcacaga atgctgtagc ctcaaagatt ttgggactac caactcaaac</w:t>
      </w:r>
    </w:p>
    <w:p w14:paraId="43B761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tgttgattca tcacagggct cagaatatga ctatgtcata ttcactcaaa ccactgaaac</w:t>
      </w:r>
    </w:p>
    <w:p w14:paraId="6D2928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agctcactct tgtaatgtaa acagatttaa tgttgctatt accagagcaa aagtaggcat</w:t>
      </w:r>
    </w:p>
    <w:p w14:paraId="5EF7BD4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actttgcata atgtctgata gagaccttta tgacaagttg caatttacaa gtcttgaaat</w:t>
      </w:r>
    </w:p>
    <w:p w14:paraId="612673E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tccacgtagg aatgtggcaa ctttacaagc tgaaaatgta acaggactct ttaaagattg</w:t>
      </w:r>
    </w:p>
    <w:p w14:paraId="1B39A7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tagtaaggta atcactgggt tacatcctac acaggcacct acacacctca gtgttgacac</w:t>
      </w:r>
    </w:p>
    <w:p w14:paraId="0DD355B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taaattcaaa actgaaggtt tatgtgttga cgtacctggc atacctaagg acatgaccta</w:t>
      </w:r>
    </w:p>
    <w:p w14:paraId="7F8D12A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tagaagactc atctctatga tgggttttaa aatgaattat caagttaatg gttaccctaa</w:t>
      </w:r>
    </w:p>
    <w:p w14:paraId="6212103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catgtttatc acccgcgaag aagctataag acatgtacgt gcatggattg gcttcgatgt</w:t>
      </w:r>
    </w:p>
    <w:p w14:paraId="6A0630E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cgaggggtgt catgctacta gagaagctgt tggtaccaat ttacctttac agctaggttt</w:t>
      </w:r>
    </w:p>
    <w:p w14:paraId="0A8EFCF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ttctacaggt gttaacctag ttgctgtacc tacaggttat gttgatacac ctaataatac</w:t>
      </w:r>
    </w:p>
    <w:p w14:paraId="2A8B4A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agatttttcc agagttagtg ctaaaccacc gcctggagat caatttaaac acctcatacc</w:t>
      </w:r>
    </w:p>
    <w:p w14:paraId="3CB7CD4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acttatgtac aaaggacttc cttggaatgt agtgcgtata aagattgtac aaatgttaag</w:t>
      </w:r>
    </w:p>
    <w:p w14:paraId="7249FBC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tgacacactt aaaaatctct ctgacagagt cgtatttgtc ttatgggcac atggctttga</w:t>
      </w:r>
    </w:p>
    <w:p w14:paraId="1B4CA7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gttgacatct atgaagtatt ttgtgaaaat aggacctgag cgcacctgtt gtctatgtga</w:t>
      </w:r>
    </w:p>
    <w:p w14:paraId="66C2F24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tagacgtgcc acatgctttt ccactgcttc agacacttat gcctgttggc atcattctat</w:t>
      </w:r>
    </w:p>
    <w:p w14:paraId="5FD575A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tggatttgat tacgtctata atccgtttat gattgatgtt caacaatggg gttttacagg</w:t>
      </w:r>
    </w:p>
    <w:p w14:paraId="1B0F0B5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taacctacaa agcaaccatg atctgtattg tcaagtccat ggtaatgcac atgtagctag</w:t>
      </w:r>
    </w:p>
    <w:p w14:paraId="2B32DEA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ttgtgatgca atcatgacta ggtgtctagc tgtccacgag tgctttgtta agcgtgttga</w:t>
      </w:r>
    </w:p>
    <w:p w14:paraId="599367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ctggactatt gaatatccta taattggtga tgaactgaag attaatgcgg cttgtagaaa</w:t>
      </w:r>
    </w:p>
    <w:p w14:paraId="06FD69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ggttcaacac atggttgtta aagctgcatt attagcagac aaattcccag ttcttcacga</w:t>
      </w:r>
    </w:p>
    <w:p w14:paraId="42D6BD7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cattggtaac cctaaagcta ttaagtgtgt acctcaagct gatgtagaat ggaagttcta</w:t>
      </w:r>
    </w:p>
    <w:p w14:paraId="433023F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tgatgcacag ccttgtagtg acaaagctta taaaatagaa gaattattct attcttatgc</w:t>
      </w:r>
    </w:p>
    <w:p w14:paraId="28DFFC5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cacacattct gacaaattca cagatggtgt atgcctattt tggaattgca atgtcgatag</w:t>
      </w:r>
    </w:p>
    <w:p w14:paraId="33DF7D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atatcctgct aattccattg tttgtagatt tgacactaga gtgctatcta accttaactt</w:t>
      </w:r>
    </w:p>
    <w:p w14:paraId="1FDE7B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gcctggttgt gatggtggca gtttgtatgt aaataaacat gcattccaca caccagcttt</w:t>
      </w:r>
    </w:p>
    <w:p w14:paraId="353B96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tgataaaagt gcttttgtta atttaaaaca attaccattt ttctattact ctgacagtcc</w:t>
      </w:r>
    </w:p>
    <w:p w14:paraId="4A06DA1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atgtgagtct catggaaaac aagtagtgtc agatatagat tatgtaccac taaagtctgc</w:t>
      </w:r>
    </w:p>
    <w:p w14:paraId="03E9A6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tacgtgtata acacgttgca atttaggtgg tgctgtctgt agacatcatg ctaatgagta</w:t>
      </w:r>
    </w:p>
    <w:p w14:paraId="359CF0A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cagattgtat ctcgatgctt ataacatgat gatctcagct ggctttagct tgtgggttta</w:t>
      </w:r>
    </w:p>
    <w:p w14:paraId="60C8D7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caaacaattt gatacttata acctctggaa cacttttaca agacttcaga gtttagaaaa</w:t>
      </w:r>
    </w:p>
    <w:p w14:paraId="14055F0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tgtggctttt aatgttgtaa ataagggaca ctttgatgga caacagggtg aagtaccagt</w:t>
      </w:r>
    </w:p>
    <w:p w14:paraId="2D1C89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ttctatcatt aataacactg tttacacaaa agttgatggt gttgatgtag aattgtttga</w:t>
      </w:r>
    </w:p>
    <w:p w14:paraId="3AE4543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aaataaaaca acattacctg ttaatgtagc atttgagctt tgggctaagc gcaacattaa</w:t>
      </w:r>
    </w:p>
    <w:p w14:paraId="64808DC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accagtacca gaggtgaaaa tactcaataa tttgggtgtg gacattgctg ctaatactgt</w:t>
      </w:r>
    </w:p>
    <w:p w14:paraId="32CB575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gatctgggac tacaaaagag atgctccagc acatatatct actattggtg tttgttctat</w:t>
      </w:r>
    </w:p>
    <w:p w14:paraId="3DE38FB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gactgacata gccaagaaac caattgaaac gatttgtgca ccactcactg tcttttttga</w:t>
      </w:r>
    </w:p>
    <w:p w14:paraId="5E0CF56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tggtagagtt gatggtcaag tagacttatt tagaaatgcc cgtaatggtg ttcttattac</w:t>
      </w:r>
    </w:p>
    <w:p w14:paraId="323085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agagggtagt gttaaaggtt tacaaccatc tgtaggtccc aaacaagcta gtcttaatgg</w:t>
      </w:r>
    </w:p>
    <w:p w14:paraId="0A83575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agtcacatta attggagaag ccgtaaaaac acagttcaat tattataaga aagttgatgg</w:t>
      </w:r>
    </w:p>
    <w:p w14:paraId="6BB9927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tgttgtccaa caattacctg aaacttactt tactcagagt agaaatttac aagaatttaa</w:t>
      </w:r>
    </w:p>
    <w:p w14:paraId="4935E45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acccaggagt caaatggaaa ttgatttctt agaattagct atggatgaat tcattgaacg</w:t>
      </w:r>
    </w:p>
    <w:p w14:paraId="338574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gtataaatta gaaggctatg ccttcgaaca tatcgtttat ggagatttta gtcatagtca</w:t>
      </w:r>
    </w:p>
    <w:p w14:paraId="21DD15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gttaggtggt ttacatctac tgattggact agctaaacgt tttaaggaat caccttttga</w:t>
      </w:r>
    </w:p>
    <w:p w14:paraId="39829CB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attagaagat tttattccta tggacagtac agttaaaaac tatttcataa cagatgcgca</w:t>
      </w:r>
    </w:p>
    <w:p w14:paraId="62C20C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aacaggttca tctaagtgtg tgtgttctgt tattgattta ttacttgatg attttgttga</w:t>
      </w:r>
    </w:p>
    <w:p w14:paraId="496132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aataataaaa tcccaagatt tatctgtagt ttctaaggtt gtcaaagtga ctattgacta</w:t>
      </w:r>
    </w:p>
    <w:p w14:paraId="30D5E6D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tacagaaatt tcatttatgc tttggtgtaa agatggccat gtagaaacat tttacccaaa</w:t>
      </w:r>
    </w:p>
    <w:p w14:paraId="190488E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attacaatct agtcaagcgt ggcaaccggg tgttgctatg cctaatcttt acaaaatgca</w:t>
      </w:r>
    </w:p>
    <w:p w14:paraId="5E053A3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aagaatgcta ttagaaaagt gtgaccttca aaattatggt gatagtgcaa cattacctaa</w:t>
      </w:r>
    </w:p>
    <w:p w14:paraId="09966B0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aggcataatg atgaatgtcg caaaatatac tcaactgtgt caatatttaa acacattaac</w:t>
      </w:r>
    </w:p>
    <w:p w14:paraId="6A95B83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attagctgta ccctataata tgagagttat acattttggt gctggttctg ataaaggagt</w:t>
      </w:r>
    </w:p>
    <w:p w14:paraId="0CC94F2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tgcaccaggt acagctgttt taagacagtg gttgcctacg ggtacgctgc ttgtcgattc</w:t>
      </w:r>
    </w:p>
    <w:p w14:paraId="21ED787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agatcttaat gactttgtct ctgatgcaga ttcaactttg attggtgatt gtgcaactgt</w:t>
      </w:r>
    </w:p>
    <w:p w14:paraId="2E3307A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acatacagct aataaatggg atctcattat tagtgatatg tacgacccta agactaaaaa</w:t>
      </w:r>
    </w:p>
    <w:p w14:paraId="76BA7C9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tgttacaaaa gaaaatgact ctaaagaggg ttttttcact tacatttgtg ggtttataca</w:t>
      </w:r>
    </w:p>
    <w:p w14:paraId="6B4BB4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acaaaagcta gctcttggag gttccgtggc tataaagata acagaacatt cttggaatgc</w:t>
      </w:r>
    </w:p>
    <w:p w14:paraId="5258A37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tgatctttat aagctcatgg gacacttcgc atggtggaca gcctttgtta ctaatgtgaa</w:t>
      </w:r>
    </w:p>
    <w:p w14:paraId="2D84B8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tgcgtcatca tctgaagcat ttttaattgg atgtaattat cttggcaaac cacgcgaaca</w:t>
      </w:r>
    </w:p>
    <w:p w14:paraId="579A279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aatagatggt tatgtcatgc atgcaaatta catattttgg aggaatacaa atccaattca</w:t>
      </w:r>
    </w:p>
    <w:p w14:paraId="4FED50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gttgtcttcc tattctttat ttgacatgag taaatttccc cttaaattaa ggggtactgc</w:t>
      </w:r>
    </w:p>
    <w:p w14:paraId="5E3342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tgttatgtct ttaaaagaag gtcaaatcaa tgatatgatt ttatctcttc ttagtaaagg</w:t>
      </w:r>
    </w:p>
    <w:p w14:paraId="6F8B580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tagacttata attagagaaa acaacagagt tgttatttct agtgatgttc ttgttaacaa</w:t>
      </w:r>
    </w:p>
    <w:p w14:paraId="4FBE01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ctaaacgaac aatgtttgtt tttcttgttt tattgccact agtctctagt cagtgtgtta</w:t>
      </w:r>
    </w:p>
    <w:p w14:paraId="4745D14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atcttataac cagaactcaa tcatacacta attctttcac acgtggtgtt tattaccctg</w:t>
      </w:r>
    </w:p>
    <w:p w14:paraId="5C79670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acaaagtttt cagatcctca gttttacatt caactcagga cttgttctta cctttctttt</w:t>
      </w:r>
    </w:p>
    <w:p w14:paraId="38717AA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ccaatgttac ttggttccat gctatacatg tctctgggac caatggtact aagaggtttg</w:t>
      </w:r>
    </w:p>
    <w:p w14:paraId="747AA0E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ttccactgag aagtctaaca</w:t>
      </w:r>
    </w:p>
    <w:p w14:paraId="1F7C522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taataagagg ctggattttt ggtactactt tagattcgaa gacccagtcc ctacttattg</w:t>
      </w:r>
    </w:p>
    <w:p w14:paraId="7F697D7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0CFEEE0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ttttgggtgt ttattaccac aaaaacaaca aaagttggat ggaaagtgag ttcagagttt</w:t>
      </w:r>
    </w:p>
    <w:p w14:paraId="2AFEA4E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attctagtgc gaataattgc acttttgaat atgtctctca gccttttctt atggaccttg</w:t>
      </w:r>
    </w:p>
    <w:p w14:paraId="0609701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aaggaaaaca gggtaatttc aaaaatctta gggaatttgt gtttaagaat attgatggtt</w:t>
      </w:r>
    </w:p>
    <w:p w14:paraId="331DD5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attttaaaat atattctaag cacacgccta ttaatttagg gcgtgatctc cctcagggtt</w:t>
      </w:r>
    </w:p>
    <w:p w14:paraId="1AA6DDC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tttcggcttt agaaccattg gtagatttgc caataggtat taacatcact aggtttcaaa</w:t>
      </w:r>
    </w:p>
    <w:p w14:paraId="0E9785E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ctttacttgc tttacataga agttatttga ctcctggtga ttcttcttca ggttggacag</w:t>
      </w:r>
    </w:p>
    <w:p w14:paraId="65F8712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ctggtgctgc agcttattat gtgggttatc ttcaacctag gacttttcta ttaaaatata</w:t>
      </w:r>
    </w:p>
    <w:p w14:paraId="071A435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atgaaaatgg aaccattaca gatgctgtag actgtgcact tgaccctctc tcagaaacaa</w:t>
      </w:r>
    </w:p>
    <w:p w14:paraId="1595DD0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agtgtacgtt gaaatccttc actgtagaaa aaggaatcta tcaaacttct aactttagag</w:t>
      </w:r>
    </w:p>
    <w:p w14:paraId="314C7A5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tccaaccaac agaatctatt gttagatttc ctaatattac aaacttgtgc ccttttgatg</w:t>
      </w:r>
    </w:p>
    <w:p w14:paraId="5DFECCB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aagtttttaa cgccaccaga tttgcatctg tttatgcttg gaacaggaag agaatcagca</w:t>
      </w:r>
    </w:p>
    <w:p w14:paraId="1300C2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actgtgttgc tgattattct gtcctatata atttcgcacc atttttcgct tttaagtgtt</w:t>
      </w:r>
    </w:p>
    <w:p w14:paraId="1F44CEA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atggagtgtc tcctactaaa ttaaatgatc tctgctttac taatgtctat gcagattcat</w:t>
      </w:r>
    </w:p>
    <w:p w14:paraId="2DB7E03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ttgtaattag aggtaatgaa gtcagccaaa tcgctccagg gcaaactgga aatattgctg</w:t>
      </w:r>
    </w:p>
    <w:p w14:paraId="02215CC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attataatta taaattacca gatgatttta caggctgcgt tatagcttgg aattctaaca</w:t>
      </w:r>
    </w:p>
    <w:p w14:paraId="54F0D3A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agcttgattc taaggttggt ggtaattata attacctgta tagattgttt aggaagtcta</w:t>
      </w:r>
    </w:p>
    <w:p w14:paraId="35F458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atctcaaacc ttttgagaga gatatttcaa ctgaaatcta tcaggccggt aacaaacctt</w:t>
      </w:r>
    </w:p>
    <w:p w14:paraId="79E9A08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gtaatggtgt tgcaggtttt aattgttact ttcctttacg atcatatggt ttccgaccca</w:t>
      </w:r>
    </w:p>
    <w:p w14:paraId="12BF633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cttatggtgt tggtcaccaa ccatacagag tagtagtact ttcttttgaa cttctacatg</w:t>
      </w:r>
    </w:p>
    <w:p w14:paraId="534EBDB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caccagcaac tgtttgtgga cctaaaaagt ctactaattt ggttaaaaac aaatgtgtca</w:t>
      </w:r>
    </w:p>
    <w:p w14:paraId="0ED0721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atttcaactt caatggttta acaggcacag gtgttcttac tgagtctaac aaaaagtttc</w:t>
      </w:r>
    </w:p>
    <w:p w14:paraId="6DB6A69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tgcctttcca acaatttggc agagacattg ctgacactac tgatgctgtc cgtgatccac</w:t>
      </w:r>
    </w:p>
    <w:p w14:paraId="1320CEF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agacacttga gattcttgac attacaccat gttcttttgg tggtgtcagt gttataacac</w:t>
      </w:r>
    </w:p>
    <w:p w14:paraId="6CB0758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caggaacaaa tacttctaac caggttgctg ttctttatca gggtgttaac tgcacagaag</w:t>
      </w:r>
    </w:p>
    <w:p w14:paraId="4899A4C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tccctgttgc tattcatgca gatcaactta ctcctacttg gcgtgtttat tctacaggtt</w:t>
      </w:r>
    </w:p>
    <w:p w14:paraId="4953D7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ctaatgtttt tcaaacacgt gcaggctgtt taataggggc tgaatatgtc aacaactcat</w:t>
      </w:r>
    </w:p>
    <w:p w14:paraId="3073254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atgagtgtga catacccatt ggtgcaggta tatgcgctag ttatcagact cagactaagt</w:t>
      </w:r>
    </w:p>
    <w:p w14:paraId="4C6AE52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ctcatcggcg ggcacgtagt gtagctagtc aatccatcat tgcctacact atgtcacttg</w:t>
      </w:r>
    </w:p>
    <w:p w14:paraId="3BE5A50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gtgcagaaaa ttcagttgct tactctaata actctattgc catacccaca aattttacta</w:t>
      </w:r>
    </w:p>
    <w:p w14:paraId="73F9605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ttagtgttac cacagaaatt ctaccagtgt ctatgaccaa gacatcagta gattgtacaa</w:t>
      </w:r>
    </w:p>
    <w:p w14:paraId="40F22FD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tgtacatttg tggtgattca actgaatgca gcaatctttt gttgcaatat ggcagttttt</w:t>
      </w:r>
    </w:p>
    <w:p w14:paraId="2623231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gtacacaatt aaaacgtgct ttaactggaa tagctgttga acaagacaaa aacacccaag</w:t>
      </w:r>
    </w:p>
    <w:p w14:paraId="2D0672E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aagtttttgc acaagtcaaa caaatttaca aaacaccacc aattaaatat tttggtggtt</w:t>
      </w:r>
    </w:p>
    <w:p w14:paraId="6B73460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ttaatttttc acaaatatta ccagatccat caaaaccaag caagaggtca tttattgaag</w:t>
      </w:r>
    </w:p>
    <w:p w14:paraId="4051B41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atctactttt caacaaagtg acacttgcag atgctggctt catcaaacaa tatggtgatt</w:t>
      </w:r>
    </w:p>
    <w:p w14:paraId="197779E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gccttggtga tattgctgct agagacctca tttgtgcaca aaagtttaac ggccttactg</w:t>
      </w:r>
    </w:p>
    <w:p w14:paraId="178C63B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ttttgccacc tttgctcaca gatgaaatga ttgctcaata cacttctgca ctgttagcgg</w:t>
      </w:r>
    </w:p>
    <w:p w14:paraId="7FD94FC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gtacaatcac ttctggttgg acctttggtg caggtgctgc attacaaata ccatttgcta</w:t>
      </w:r>
    </w:p>
    <w:p w14:paraId="4ED71E6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tgcaaatggc ttataggttt aatggtattg gagttacaca gaatgttctc tatgagaacc</w:t>
      </w:r>
    </w:p>
    <w:p w14:paraId="2DB702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aaaaattgat tgccaaccaa tttaatagtg ctattggcaa aattcaagac tcactttctt</w:t>
      </w:r>
    </w:p>
    <w:p w14:paraId="60F55B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ccacagcaag tgcacttgga aaacttcaag atgtggtcaa ccataatgca caagctttaa</w:t>
      </w:r>
    </w:p>
    <w:p w14:paraId="3FC17CE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acacgcttgt taaacaactt agctccaaat ttggtgcaat ttcaagtgtt ttaaatgata</w:t>
      </w:r>
    </w:p>
    <w:p w14:paraId="7CE2748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tcctttcacg tcttgacaaa gttgaggctg aagtgcaaat tgataggttg atcacaggca</w:t>
      </w:r>
    </w:p>
    <w:p w14:paraId="169C3B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gacttcaaag tttgcagaca tatgtgactc aacaattaat tagagctgca gaaatcagag</w:t>
      </w:r>
    </w:p>
    <w:p w14:paraId="02A83C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cttctgctaa tcttgctgct actaaaatgt cagagtgtgt acttggacaa tcaaaaagag</w:t>
      </w:r>
    </w:p>
    <w:p w14:paraId="0B37D9C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ttgatttttg tggaaagggc tatcatctta tgtccttccc tcagtcagca cctcatggtg</w:t>
      </w:r>
    </w:p>
    <w:p w14:paraId="78A9648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tagtcttctt gcatgtgact tatgtccctg cacaagaaaa gaacttcaca actgctcctg</w:t>
      </w:r>
    </w:p>
    <w:p w14:paraId="1583893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ccatttgtca tgatggaaaa gcacactttc ctcgtgaagg tgtctttgtt tcaaatggca</w:t>
      </w:r>
    </w:p>
    <w:p w14:paraId="72332A3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cacactggtt tgtaacacaa aggaattttt atgaaccaca aatcattact acagacaaca</w:t>
      </w:r>
    </w:p>
    <w:p w14:paraId="2FE66A4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catttgtgtc tggtaactgt gatgttgtaa taggaattgt caacaacaca gtttatgatc</w:t>
      </w:r>
    </w:p>
    <w:p w14:paraId="3587DC9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ctttgcaacc tgaattagac tcattcaagg aggagttaga taaatatttt aagaatcata</w:t>
      </w:r>
    </w:p>
    <w:p w14:paraId="3825780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catcaccaga tgttgattta ggtgacatct ctggcattaa tgcttcagtt gtaaacattc</w:t>
      </w:r>
    </w:p>
    <w:p w14:paraId="107B483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aaaaagaaat tgaccgcctc aatgaggttg ccaagaattt aaatgaatct ctcatcgatc</w:t>
      </w:r>
    </w:p>
    <w:p w14:paraId="648F2AD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tccaagaact tggaaagtat gagcagtata taaaatggcc atggtacatt tggctaggtt</w:t>
      </w:r>
    </w:p>
    <w:p w14:paraId="636C774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ttatagctgg cttgattgcc atagtaatgg tgacaattat gctttgctgt atgaccagtt</w:t>
      </w:r>
    </w:p>
    <w:p w14:paraId="532845C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gctgtagttg tctcaagggc tgttgttctt gtggatcctg ctgcaaattt gatgaagacg</w:t>
      </w:r>
    </w:p>
    <w:p w14:paraId="4B0956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actctgagcc agtgctcaaa ggagtcaaat tacattacac ataaacgaac ttatggattt</w:t>
      </w:r>
    </w:p>
    <w:p w14:paraId="405303A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gtttatgaga atcttcacaa ttggaactgt aactttgaag caaggtgaaa tcaaggatgc</w:t>
      </w:r>
    </w:p>
    <w:p w14:paraId="4BC11FE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tactccttca gattttgttc gcgctactgc aacgataccg atacaagcct cactcccttt</w:t>
      </w:r>
    </w:p>
    <w:p w14:paraId="4AF288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cggatggctt attgttggcg ttgcacttct tgctgttttt cagagcgctt ccaaaatcat</w:t>
      </w:r>
    </w:p>
    <w:p w14:paraId="5563336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aactctcaaa aagagatggc aactagcact ctccaagggt gttcactttg tttgcaactt</w:t>
      </w:r>
    </w:p>
    <w:p w14:paraId="59B8034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gctgttgttg tttgtaacag tttactcaca ccttttgctc gttgctgctg gccttgaagc</w:t>
      </w:r>
    </w:p>
    <w:p w14:paraId="0362CD9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cccttttctc tatctttatg ctttagtcta cttcttgcag agtataaact ttgtaagaat</w:t>
      </w:r>
    </w:p>
    <w:p w14:paraId="00757A3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aataatgagg ctttggcttt gctggaaatg ccgttccaaa aacccattac tttatgatgc</w:t>
      </w:r>
    </w:p>
    <w:p w14:paraId="35DF36F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caactatttt ctttgctggc atactaattg ttacgactat tgtatacctt acaatagtgt</w:t>
      </w:r>
    </w:p>
    <w:p w14:paraId="4F4CCCD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aacttcttca attgtcatta cttcaggtga tggcacaaca agtcctattt ctgaacatga</w:t>
      </w:r>
    </w:p>
    <w:p w14:paraId="505C40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ctaccagatt ggtggttata ctgaaaaatg ggaatctgga gtaaaagact gtgttgtatt</w:t>
      </w:r>
    </w:p>
    <w:p w14:paraId="7E30F41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acacagttac ttcacttcag actattacca gctgtactca actcaattga gtacagacat</w:t>
      </w:r>
    </w:p>
    <w:p w14:paraId="3710EAB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tggtgttgaa catgttacct tcttcatcta caataaaatt gttgatgagc ctgaagaaca</w:t>
      </w:r>
    </w:p>
    <w:p w14:paraId="1F09A9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tgtccaaatt cacacaatcg acggttcatc cggagttgtt aatccagtaa tggaaccaat</w:t>
      </w:r>
    </w:p>
    <w:p w14:paraId="50B59B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ttatgatgaa ccgacgacga ctactagcgt gcctttgtaa gcacaagctg atgagtacga</w:t>
      </w:r>
    </w:p>
    <w:p w14:paraId="6228F18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acttatgtac tcattcgttt cggaagagat aggtacgtta atagttaata gcgtacttct</w:t>
      </w:r>
    </w:p>
    <w:p w14:paraId="57C7BBF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ttttcttgct ttcgtggtat tcttgctagt tacactagcc atccttactg cgcttcgatt</w:t>
      </w:r>
    </w:p>
    <w:p w14:paraId="2483A5D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gtgtgcgtac tgctgcaata ttgttaacgt gagtcttgta aaaccttctt tttacgttta</w:t>
      </w:r>
    </w:p>
    <w:p w14:paraId="697ED7A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ctctcgtgtt aaaaatctga attcttctag agttcctgat cttctggtct aaacgaacta</w:t>
      </w:r>
    </w:p>
    <w:p w14:paraId="4224806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aatattatat tagtttttct gtttggaact ttaattttag ccatggcaga ttccaacggt</w:t>
      </w:r>
    </w:p>
    <w:p w14:paraId="0D5FD67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actattaccg ttgaagagct taaaaagctc cttgaacaat ggaacctagt aataggtttc</w:t>
      </w:r>
    </w:p>
    <w:p w14:paraId="30B3C9F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ctattcctta catggatttg tcttctacaa tttgcctatg ccaacaggaa taggtttttg</w:t>
      </w:r>
    </w:p>
    <w:p w14:paraId="7C587CD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tatataatta agttaatttt cctctggctg ttatggccag taactttaac ttgttttgtg</w:t>
      </w:r>
    </w:p>
    <w:p w14:paraId="69BA626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cttgctgctg tttacagaat aaattggatc accggtggaa ttgctatcgc aatggcttgt</w:t>
      </w:r>
    </w:p>
    <w:p w14:paraId="2E5EE87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cttgtaggct tgatgtggct cagctacttc attgcttctt tcagactgtt tgcgcgtacg</w:t>
      </w:r>
    </w:p>
    <w:p w14:paraId="0A08A9D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cgttccatgt ggtcatttaa tccagaaact aacattcttc tcaacgtgcc actccatggc</w:t>
      </w:r>
    </w:p>
    <w:p w14:paraId="0967A48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actattctga ccagaccgct tctagaaagt gaactcgtaa tcggagctgt gatccttcgt</w:t>
      </w:r>
    </w:p>
    <w:p w14:paraId="68205E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ggacatcttc gtattgctgg acaccatcta ggacgctgtg acatcaagga cctgcctaaa</w:t>
      </w:r>
    </w:p>
    <w:p w14:paraId="3CDF1DE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gaaatcactg ttgctacatc acgaacgctt tcttattaca aattgggagc ttcgcagcgt</w:t>
      </w:r>
    </w:p>
    <w:p w14:paraId="568AE4F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gtagcaggtg actcaggttt tgctgcatac agtcgctaca ggattggcaa ctataaatta</w:t>
      </w:r>
    </w:p>
    <w:p w14:paraId="297E742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aacacagacc attccagtag cagtgacaat attgctttgc ttgtacagta agtgacaaca</w:t>
      </w:r>
    </w:p>
    <w:p w14:paraId="7339E9C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gatgtttcat ctcgttgact ttcaggttac tatagcagag atattactaa ttattatgcg</w:t>
      </w:r>
    </w:p>
    <w:p w14:paraId="0FC9942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gacttttaaa gtttccattt ggaatcttga ttacatcata aacctcataa ttaaaaattt</w:t>
      </w:r>
    </w:p>
    <w:p w14:paraId="4345DD4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atctaagtca ctaactgaga ataaatattc tcaattagat gaagagcaac caatggagat</w:t>
      </w:r>
    </w:p>
    <w:p w14:paraId="6A460A2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tctctaaacg aacatgaaaa ttattctttt cttggcactg ataacactcg ctacttgtga</w:t>
      </w:r>
    </w:p>
    <w:p w14:paraId="1C01ABC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gctttatcac taccaagagt gtgttagagg tacaacagta cttttaaaag aaccttgctc</w:t>
      </w:r>
    </w:p>
    <w:p w14:paraId="0727D10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ttctggaaca tacgagggca attcaccatt tcatcctcta gctgataaca aatttgcact</w:t>
      </w:r>
    </w:p>
    <w:p w14:paraId="1D8BBEC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gacttgcttt agcactcaat ttgcttttgc ttgtcctgac ggcgtaaaac acgtctatca</w:t>
      </w:r>
    </w:p>
    <w:p w14:paraId="1523D1E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gttacgtgcc agatcagttt cacctaaact gttcatcaga caagaggaag ttcaagaact</w:t>
      </w:r>
    </w:p>
    <w:p w14:paraId="1A398349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ttactctcca atttttctta ttgttgcggc aatagtgttt ataacacttt gcttcacact</w:t>
      </w:r>
    </w:p>
    <w:p w14:paraId="2B6E499C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caaaagaaag acagaatgat tgaactttca ttaattgact tctatttgtg ctttttagcc</w:t>
      </w:r>
    </w:p>
    <w:p w14:paraId="410AA11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tttctgttat tccttgtttt aattatgctt attatctttt ggttctcact tgaactgcaa</w:t>
      </w:r>
    </w:p>
    <w:p w14:paraId="4FD2CAC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gatcataatg aaacttgtca cgcctaaacg aacatgaaat ttcttgtttt cttaggaatc</w:t>
      </w:r>
    </w:p>
    <w:p w14:paraId="64B9B21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atcacaactg tagctgcatt tcaccaagaa tgtagtttac agtcatgtac tcaacatcaa</w:t>
      </w:r>
    </w:p>
    <w:p w14:paraId="42F31ED6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ccatatgtag ttgatgaccc gtgtcctatt cacttctatt ctaaatggta tattagagta</w:t>
      </w:r>
    </w:p>
    <w:p w14:paraId="03F2CDD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ggagctagaa aatcagcacc tttaattgaa ttgtgcgtgg atgaggctgg ttctaaatca</w:t>
      </w:r>
    </w:p>
    <w:p w14:paraId="14CF594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cccattcagt acatcgatat cggtaattat acagtttcct gtttaccttt tacaattaat</w:t>
      </w:r>
    </w:p>
    <w:p w14:paraId="71A06D5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tgccaggaac ctaaattggg tagtcttgta gtgcgttgtt cgttctatga agacttttta</w:t>
      </w:r>
    </w:p>
    <w:p w14:paraId="328F116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gagtatcatg acgttcgtgt tgttttagat ttcatctaaa cgaacaaact taaatgtctg</w:t>
      </w:r>
    </w:p>
    <w:p w14:paraId="359A4C0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ataatggacc ccaaaatcag cgaaatgcac tccgcattac gtttggtgga ccctcagatt</w:t>
      </w:r>
    </w:p>
    <w:p w14:paraId="7B6416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caactggcag taaccagaat ggtggggcgc gatcaaaaca acgtcggccc caaggtttac</w:t>
      </w:r>
    </w:p>
    <w:p w14:paraId="49BADBD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ccaataatac tgcgtcttgg ttcaccgctc tcactcaaca tggcaaggaa gaccttaaat</w:t>
      </w:r>
    </w:p>
    <w:p w14:paraId="209133F5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tccctcgagg acaaggcgtt ccaattaaca ccaatagcag tccagatgac caaattggct</w:t>
      </w:r>
    </w:p>
    <w:p w14:paraId="7D82F7D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actaccgaag agctaccaga cgaattcgtg gtggtgacgg taaaatgaaa gatctcagtc</w:t>
      </w:r>
    </w:p>
    <w:p w14:paraId="246B225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caagatggta tttctactac ctaggaactg ggccagaagc tggacttccc tatggtgcta</w:t>
      </w:r>
    </w:p>
    <w:p w14:paraId="3D121E3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acaaagacgg catcatatgg gttgcaactg agggagcctt gaatacacca aaagatcaca</w:t>
      </w:r>
    </w:p>
    <w:p w14:paraId="7B1E8C1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ttggcacccg caatcctgct aacaatgctg caatcgtgct acaacttcct caaggaacaa</w:t>
      </w:r>
    </w:p>
    <w:p w14:paraId="5DF1DD5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cattgccaaa aggcttctac gcagaaggga gcagaggcgg cagtcaagcc tcttctcgtt</w:t>
      </w:r>
    </w:p>
    <w:p w14:paraId="22C65F3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cctcatcacg tagtcgcaac agttcaagaa attcaactcc aggcagcagt aaacgaactt</w:t>
      </w:r>
    </w:p>
    <w:p w14:paraId="2F3F11A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ctcctgctag aatggctggc aatggcggtg atgctgctct tgctttgctg ctgcttgaca</w:t>
      </w:r>
    </w:p>
    <w:p w14:paraId="219408C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gattgaacca gcttgagagc aaaatgtctg gtaaaggcca acaacaacaa ggccaaactg</w:t>
      </w:r>
    </w:p>
    <w:p w14:paraId="4720C7F4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tcactaagaa atctgctgct gaggcttcta agaagcctcg gcaaaaacgt actgccacta</w:t>
      </w:r>
    </w:p>
    <w:p w14:paraId="4FA3AE70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aagcatacaa tgtaacacaa gctttcggca gacgtggtcc agaacaaacc caaggaaatt</w:t>
      </w:r>
    </w:p>
    <w:p w14:paraId="5567CD83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ttggggacca ggaactaatc agacaaggaa ctgattacaa acattggccg caaattgcac</w:t>
      </w:r>
    </w:p>
    <w:p w14:paraId="0A43F7BB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aatttgcccc cagcgcttca gcgttcttcg gaatgtcgcg cattggcatg gaagtcacac</w:t>
      </w:r>
    </w:p>
    <w:p w14:paraId="6C836BF1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cttcgggaac gtggttgacc tacacaggtg ccatcaaatt ggatgacaaa gatccaaatt</w:t>
      </w:r>
    </w:p>
    <w:p w14:paraId="08D0E06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tcaaagatca agtcattttg ctgaataagc atattgacgc atacaaaaca ttcccaccaa</w:t>
      </w:r>
    </w:p>
    <w:p w14:paraId="503EBABF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cagagcctaa aaaggacaaa aagaagaagg ctgatgaaac tcaagcctta ccgcagagac</w:t>
      </w:r>
    </w:p>
    <w:p w14:paraId="118F029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agaagaaaca gcaaactgtg actcttcttc ctgctgcaga tttggatgat ttctccaaac</w:t>
      </w:r>
    </w:p>
    <w:p w14:paraId="3663F09E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aattgcaaca atccatgagc cgtgctgact caactcaggc ctaaactcat gcagaccaca</w:t>
      </w:r>
    </w:p>
    <w:p w14:paraId="33129DF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caaggcagat gggctatata aacgttttcg cttttccgtt tacgatatat agtctactct</w:t>
      </w:r>
    </w:p>
    <w:p w14:paraId="6C43BC6A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tgtgcagaat gaattctcgt aactacatag cacaagtaga tgtagttaac tttaatctca</w:t>
      </w:r>
    </w:p>
    <w:p w14:paraId="7DA00F9D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catagcaatc tttaatcagt gtgtaacatt agggaggact tgaaagagcc accacatttt</w:t>
      </w:r>
    </w:p>
    <w:p w14:paraId="0083E377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cacctacagt gaacaatgct agggagagct gcctatatgg aagagcccta atgtgtaaaa</w:t>
      </w:r>
    </w:p>
    <w:p w14:paraId="5EB9EF38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tttaatagct tcnnnnnnnn nnnacaaaaa</w:t>
      </w:r>
    </w:p>
    <w:p w14:paraId="1E1B30E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</w:t>
      </w:r>
    </w:p>
    <w:p w14:paraId="142EFE82" w14:textId="77777777" w:rsidR="00FC5CF2" w:rsidRPr="00FC5CF2" w:rsidRDefault="00FC5CF2" w:rsidP="00FC5C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C5CF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9B9D8A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CF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C5CF2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C557CF"/>
  <w15:chartTrackingRefBased/>
  <w15:docId w15:val="{607148D6-317A-7F45-BEFB-6521D30F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9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1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10746</Words>
  <Characters>61254</Characters>
  <Application>Microsoft Office Word</Application>
  <DocSecurity>0</DocSecurity>
  <Lines>510</Lines>
  <Paragraphs>143</Paragraphs>
  <ScaleCrop>false</ScaleCrop>
  <Company/>
  <LinksUpToDate>false</LinksUpToDate>
  <CharactersWithSpaces>71857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2023-01-31T10:07:00Z</dcterms:created>
  <dcterms:modified xsi:type="dcterms:W3CDTF">2023-01-31T10:08:00Z</dcterms:modified>
</cp:coreProperties>
</file>